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203C2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1084C44F" wp14:editId="506BCB10">
            <wp:simplePos x="0" y="0"/>
            <wp:positionH relativeFrom="margin">
              <wp:posOffset>4320540</wp:posOffset>
            </wp:positionH>
            <wp:positionV relativeFrom="margin">
              <wp:posOffset>-275590</wp:posOffset>
            </wp:positionV>
            <wp:extent cx="1533525" cy="1533525"/>
            <wp:effectExtent l="0" t="0" r="9525" b="9525"/>
            <wp:wrapThrough wrapText="bothSides">
              <wp:wrapPolygon edited="0">
                <wp:start x="0" y="0"/>
                <wp:lineTo x="0" y="21466"/>
                <wp:lineTo x="21466" y="21466"/>
                <wp:lineTo x="21466" y="0"/>
                <wp:lineTo x="0" y="0"/>
              </wp:wrapPolygon>
            </wp:wrapThrough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7056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E0B95">
        <w:rPr>
          <w:rFonts w:ascii="Arial Narrow" w:hAnsi="Arial Narrow"/>
          <w:sz w:val="22"/>
          <w:lang w:val="de-DE"/>
        </w:rPr>
        <w:t>24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05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Parkkarte</w:t>
      </w:r>
      <w:bookmarkStart w:id="0" w:name="_GoBack"/>
      <w:bookmarkEnd w:id="0"/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Verleih Extern + Verbrauchsgüter</w:t>
      </w: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Verleihordner richtig führen</w:t>
      </w:r>
    </w:p>
    <w:p w:rsidR="001E3427" w:rsidRPr="00E203C2" w:rsidRDefault="001E3427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proofErr w:type="spellStart"/>
      <w:r w:rsidRPr="00E203C2">
        <w:rPr>
          <w:rFonts w:ascii="Arial Narrow" w:eastAsia="Arial Narrow" w:hAnsi="Arial Narrow" w:cs="Arial Narrow"/>
        </w:rPr>
        <w:t>Afri</w:t>
      </w:r>
      <w:proofErr w:type="spellEnd"/>
      <w:r w:rsidRPr="00E203C2">
        <w:rPr>
          <w:rFonts w:ascii="Arial Narrow" w:eastAsia="Arial Narrow" w:hAnsi="Arial Narrow" w:cs="Arial Narrow"/>
        </w:rPr>
        <w:t>-Cola Probiererle?</w:t>
      </w: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AStA-Webseite aktualisieren (~/06 Mitglieder/Bilder/NameVorname.</w:t>
      </w:r>
      <w:r w:rsidR="005020BE" w:rsidRPr="00E203C2">
        <w:rPr>
          <w:rFonts w:ascii="Arial Narrow" w:eastAsia="Arial Narrow" w:hAnsi="Arial Narrow" w:cs="Arial Narrow"/>
        </w:rPr>
        <w:t>jpg</w:t>
      </w:r>
      <w:r w:rsidRPr="00E203C2">
        <w:rPr>
          <w:rFonts w:ascii="Arial Narrow" w:eastAsia="Arial Narrow" w:hAnsi="Arial Narrow" w:cs="Arial Narrow"/>
        </w:rPr>
        <w:t xml:space="preserve"> )</w:t>
      </w: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 xml:space="preserve">Workshop </w:t>
      </w:r>
      <w:proofErr w:type="spellStart"/>
      <w:r w:rsidRPr="00E203C2">
        <w:rPr>
          <w:rFonts w:ascii="Arial Narrow" w:eastAsia="Arial Narrow" w:hAnsi="Arial Narrow" w:cs="Arial Narrow"/>
        </w:rPr>
        <w:t>VSt</w:t>
      </w:r>
      <w:proofErr w:type="spellEnd"/>
      <w:r w:rsidRPr="00E203C2">
        <w:rPr>
          <w:rFonts w:ascii="Arial Narrow" w:eastAsia="Arial Narrow" w:hAnsi="Arial Narrow" w:cs="Arial Narrow"/>
        </w:rPr>
        <w:t>, AStA etc. für neue Mitglieder einführen?</w:t>
      </w:r>
    </w:p>
    <w:p w:rsidR="005020BE" w:rsidRPr="00E203C2" w:rsidRDefault="005020B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Sauberkeit: Tische, Küchenzeile, PC-Arbeitsplätze</w:t>
      </w:r>
      <w:r w:rsidR="00153F1E" w:rsidRPr="00E203C2">
        <w:rPr>
          <w:rFonts w:ascii="Arial Narrow" w:eastAsia="Arial Narrow" w:hAnsi="Arial Narrow" w:cs="Arial Narrow"/>
        </w:rPr>
        <w:t xml:space="preserve"> + Kiste mit Zeug</w:t>
      </w:r>
    </w:p>
    <w:p w:rsidR="00153F1E" w:rsidRPr="00E203C2" w:rsidRDefault="00153F1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Staubsauger</w:t>
      </w: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Größerer Restmülleimer</w:t>
      </w: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Ankündigung des Putzteufels!</w:t>
      </w:r>
    </w:p>
    <w:p w:rsidR="0024183A" w:rsidRPr="00E203C2" w:rsidRDefault="0024183A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Geschirrtücher</w:t>
      </w:r>
    </w:p>
    <w:p w:rsidR="00B751FE" w:rsidRPr="00E203C2" w:rsidRDefault="00B751F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 xml:space="preserve">Spülmittel alte </w:t>
      </w:r>
      <w:proofErr w:type="spellStart"/>
      <w:r w:rsidRPr="00E203C2">
        <w:rPr>
          <w:rFonts w:ascii="Arial Narrow" w:eastAsia="Arial Narrow" w:hAnsi="Arial Narrow" w:cs="Arial Narrow"/>
        </w:rPr>
        <w:t>Cafete</w:t>
      </w:r>
      <w:proofErr w:type="spellEnd"/>
    </w:p>
    <w:p w:rsidR="00266B88" w:rsidRPr="00E203C2" w:rsidRDefault="00266B88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proofErr w:type="spellStart"/>
      <w:r w:rsidRPr="00E203C2">
        <w:rPr>
          <w:rFonts w:ascii="Arial Narrow" w:eastAsia="Arial Narrow" w:hAnsi="Arial Narrow" w:cs="Arial Narrow"/>
        </w:rPr>
        <w:t>AStAmerican</w:t>
      </w:r>
      <w:proofErr w:type="spellEnd"/>
      <w:r w:rsidRPr="00E203C2">
        <w:rPr>
          <w:rFonts w:ascii="Arial Narrow" w:eastAsia="Arial Narrow" w:hAnsi="Arial Narrow" w:cs="Arial Narrow"/>
        </w:rPr>
        <w:t xml:space="preserve"> College Party</w:t>
      </w:r>
    </w:p>
    <w:p w:rsidR="007F7699" w:rsidRPr="00E203C2" w:rsidRDefault="007F7699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Getränkeabrechnung</w:t>
      </w:r>
    </w:p>
    <w:p w:rsidR="007A744E" w:rsidRPr="00E203C2" w:rsidRDefault="007A744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Poledance Stange AStA, für Referate</w:t>
      </w:r>
    </w:p>
    <w:p w:rsidR="007D610C" w:rsidRPr="00E203C2" w:rsidRDefault="00AB0F7C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E203C2">
        <w:rPr>
          <w:rFonts w:ascii="Arial Narrow" w:eastAsia="Arial Narrow" w:hAnsi="Arial Narrow" w:cs="Arial Narrow"/>
        </w:rPr>
        <w:t>Sonstiges</w:t>
      </w:r>
    </w:p>
    <w:sectPr w:rsidR="007D610C" w:rsidRPr="00E203C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203C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903DF"/>
    <w:multiLevelType w:val="multilevel"/>
    <w:tmpl w:val="53B8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4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3170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0F7158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53F1E"/>
    <w:rsid w:val="00170567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E3427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183A"/>
    <w:rsid w:val="00243EFC"/>
    <w:rsid w:val="00244264"/>
    <w:rsid w:val="00266B88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4D8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A4E02"/>
    <w:rsid w:val="004B5625"/>
    <w:rsid w:val="004B5892"/>
    <w:rsid w:val="004C10F1"/>
    <w:rsid w:val="004D1F62"/>
    <w:rsid w:val="004D70BF"/>
    <w:rsid w:val="004F5365"/>
    <w:rsid w:val="00501683"/>
    <w:rsid w:val="00501BD9"/>
    <w:rsid w:val="005020BE"/>
    <w:rsid w:val="00505FEC"/>
    <w:rsid w:val="005307C9"/>
    <w:rsid w:val="00531881"/>
    <w:rsid w:val="00543129"/>
    <w:rsid w:val="005454D0"/>
    <w:rsid w:val="00554178"/>
    <w:rsid w:val="00564954"/>
    <w:rsid w:val="00577F83"/>
    <w:rsid w:val="00584798"/>
    <w:rsid w:val="005973BD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911DE"/>
    <w:rsid w:val="007A744E"/>
    <w:rsid w:val="007B1EB9"/>
    <w:rsid w:val="007B73BE"/>
    <w:rsid w:val="007C628C"/>
    <w:rsid w:val="007C767B"/>
    <w:rsid w:val="007D46E4"/>
    <w:rsid w:val="007D570A"/>
    <w:rsid w:val="007D5A08"/>
    <w:rsid w:val="007D610C"/>
    <w:rsid w:val="007D7C7C"/>
    <w:rsid w:val="007E031D"/>
    <w:rsid w:val="007E0870"/>
    <w:rsid w:val="007E39D5"/>
    <w:rsid w:val="007F047A"/>
    <w:rsid w:val="007F7699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43F4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6EC"/>
    <w:rsid w:val="008D2BDB"/>
    <w:rsid w:val="008E0B95"/>
    <w:rsid w:val="008E4B14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7B2F"/>
    <w:rsid w:val="009C1107"/>
    <w:rsid w:val="009C14DB"/>
    <w:rsid w:val="009C4F14"/>
    <w:rsid w:val="009D3E73"/>
    <w:rsid w:val="009E6CE4"/>
    <w:rsid w:val="009F4F2E"/>
    <w:rsid w:val="00A05515"/>
    <w:rsid w:val="00A216C4"/>
    <w:rsid w:val="00A448D9"/>
    <w:rsid w:val="00A44D35"/>
    <w:rsid w:val="00A535A2"/>
    <w:rsid w:val="00A778C5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751FE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5A2F"/>
    <w:rsid w:val="00C75D71"/>
    <w:rsid w:val="00C772CC"/>
    <w:rsid w:val="00C82C9C"/>
    <w:rsid w:val="00CA4849"/>
    <w:rsid w:val="00CA5DF7"/>
    <w:rsid w:val="00CB5BD5"/>
    <w:rsid w:val="00CB6372"/>
    <w:rsid w:val="00CD7327"/>
    <w:rsid w:val="00CE73AB"/>
    <w:rsid w:val="00CE7E97"/>
    <w:rsid w:val="00CF0EE6"/>
    <w:rsid w:val="00CF385F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DE74EF"/>
    <w:rsid w:val="00E1673A"/>
    <w:rsid w:val="00E203C2"/>
    <w:rsid w:val="00E206F4"/>
    <w:rsid w:val="00E25C59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F067DF"/>
    <w:rsid w:val="00F120F9"/>
    <w:rsid w:val="00F13563"/>
    <w:rsid w:val="00F15EEB"/>
    <w:rsid w:val="00F27098"/>
    <w:rsid w:val="00F60291"/>
    <w:rsid w:val="00F834DE"/>
    <w:rsid w:val="00F901A2"/>
    <w:rsid w:val="00F9390D"/>
    <w:rsid w:val="00FA0DA7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88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Sabrina Lange</cp:lastModifiedBy>
  <cp:revision>56</cp:revision>
  <cp:lastPrinted>2016-01-20T11:58:00Z</cp:lastPrinted>
  <dcterms:created xsi:type="dcterms:W3CDTF">2016-04-13T09:50:00Z</dcterms:created>
  <dcterms:modified xsi:type="dcterms:W3CDTF">2016-05-24T09:56:00Z</dcterms:modified>
</cp:coreProperties>
</file>